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2058B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POZIOM PODSTAWOWY</w:t>
      </w:r>
    </w:p>
    <w:p w14:paraId="791B9536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32383227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30E8CD9F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SŁOWNICTWO</w:t>
      </w:r>
    </w:p>
    <w:p w14:paraId="6E25233A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21C55970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2B04F0C9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</w:t>
      </w:r>
    </w:p>
    <w:p w14:paraId="7796135A" w14:textId="77777777" w:rsidR="008C77DC" w:rsidRP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37156B6" w14:textId="77777777" w:rsidR="008C77DC" w:rsidRP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sz w:val="24"/>
          <w:szCs w:val="24"/>
          <w:lang w:val="pl-PL"/>
        </w:rPr>
        <w:t>1.B; 2.C; 3.F; 4.A; 5.E; 6.I; 7.H; 8.G; 9.D.</w:t>
      </w:r>
    </w:p>
    <w:p w14:paraId="3E185710" w14:textId="77777777" w:rsidR="008C77DC" w:rsidRP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6D0DD93" w14:textId="77777777" w:rsid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2</w:t>
      </w:r>
    </w:p>
    <w:p w14:paraId="55D1254C" w14:textId="77777777" w:rsid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1.qualcuno; 2.telefono, visualizzazioni, qualcuno; 3.il computer; 4. il file; da internet; la canzone; l’e-mail; la posta elettronica; 5. a qualcuno, il file; l’e-mail;  6.il sito; la posta elettronica;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la connessione; il file.</w:t>
      </w:r>
    </w:p>
    <w:p w14:paraId="5390A6BB" w14:textId="77777777" w:rsid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Zadanie 3</w:t>
      </w:r>
    </w:p>
    <w:p w14:paraId="6F5930C4" w14:textId="77777777" w:rsid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1.ha inventato; 2. copie; 3.è squillato; 4. un like; 5.l’allegato; 6. l’accesso; 7.premere; 8.hai spento.</w:t>
      </w:r>
    </w:p>
    <w:p w14:paraId="4BB0D16E" w14:textId="77777777" w:rsid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4</w:t>
      </w:r>
    </w:p>
    <w:p w14:paraId="595F371C" w14:textId="77777777" w:rsid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1.condividere; 2.leggere; 3.</w:t>
      </w:r>
      <w:r w:rsidRPr="00056758">
        <w:rPr>
          <w:rFonts w:ascii="Times New Roman" w:eastAsia="Times New Roman" w:hAnsi="Times New Roman" w:cs="Times New Roman"/>
          <w:sz w:val="24"/>
          <w:szCs w:val="24"/>
        </w:rPr>
        <w:t>inviare; 4.selezionare; 5.utente</w:t>
      </w:r>
      <w:r>
        <w:rPr>
          <w:rFonts w:ascii="Times New Roman" w:eastAsia="Times New Roman" w:hAnsi="Times New Roman" w:cs="Times New Roman"/>
          <w:sz w:val="24"/>
          <w:szCs w:val="24"/>
        </w:rPr>
        <w:t>; 6.accesso; 7.stampante; 8.progresso; 9.scienza; 10.tecnologia.</w:t>
      </w:r>
    </w:p>
    <w:p w14:paraId="34D21852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5</w:t>
      </w:r>
    </w:p>
    <w:p w14:paraId="7AFBD1E2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sz w:val="24"/>
          <w:szCs w:val="24"/>
          <w:lang w:val="pl-PL"/>
        </w:rPr>
        <w:t>1.A; B; C; D; G; J; K; L; M; N; O; P; Q; R; S; T</w:t>
      </w:r>
    </w:p>
    <w:p w14:paraId="29AFD1F9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sz w:val="24"/>
          <w:szCs w:val="24"/>
          <w:lang w:val="pl-PL"/>
        </w:rPr>
        <w:t>2.A; B; C; D; G; J; K; L; M; N; O; P; Q; R; S; T</w:t>
      </w:r>
    </w:p>
    <w:p w14:paraId="5917157F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sz w:val="24"/>
          <w:szCs w:val="24"/>
          <w:lang w:val="pl-PL"/>
        </w:rPr>
        <w:t>3.A; B; D; J; K; L; O</w:t>
      </w:r>
    </w:p>
    <w:p w14:paraId="65A09362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sz w:val="24"/>
          <w:szCs w:val="24"/>
          <w:lang w:val="pl-PL"/>
        </w:rPr>
        <w:t>4.A; F; O; S</w:t>
      </w:r>
    </w:p>
    <w:p w14:paraId="5C43062B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sz w:val="24"/>
          <w:szCs w:val="24"/>
          <w:lang w:val="pl-PL"/>
        </w:rPr>
        <w:t>5.I; O; S</w:t>
      </w:r>
    </w:p>
    <w:p w14:paraId="12508B39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sz w:val="24"/>
          <w:szCs w:val="24"/>
          <w:lang w:val="pl-PL"/>
        </w:rPr>
        <w:t>6.E; O; S;</w:t>
      </w:r>
    </w:p>
    <w:p w14:paraId="36F9B6E4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sz w:val="24"/>
          <w:szCs w:val="24"/>
          <w:lang w:val="pl-PL"/>
        </w:rPr>
        <w:t>7.H; O; S</w:t>
      </w:r>
    </w:p>
    <w:p w14:paraId="24EA109D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28C0AF6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  <w:t>Zadanie 6</w:t>
      </w:r>
    </w:p>
    <w:p w14:paraId="118D547D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sz w:val="24"/>
          <w:szCs w:val="24"/>
          <w:highlight w:val="white"/>
          <w:lang w:val="pl-PL"/>
        </w:rPr>
      </w:pPr>
      <w:r w:rsidRPr="008C77DC">
        <w:rPr>
          <w:rFonts w:ascii="Times New Roman" w:eastAsia="Times New Roman" w:hAnsi="Times New Roman" w:cs="Times New Roman"/>
          <w:sz w:val="24"/>
          <w:szCs w:val="24"/>
          <w:highlight w:val="white"/>
          <w:lang w:val="pl-PL"/>
        </w:rPr>
        <w:t>wypowiedź dowolna</w:t>
      </w:r>
    </w:p>
    <w:p w14:paraId="75EF0012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</w:pPr>
    </w:p>
    <w:p w14:paraId="6CE2A95F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  <w:t>ROZUMIENIE TEKSTÓW SŁUCHANYCH</w:t>
      </w:r>
    </w:p>
    <w:p w14:paraId="4E88A503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  <w:t>Zadanie 7</w:t>
      </w:r>
    </w:p>
    <w:p w14:paraId="6B2F3589" w14:textId="77777777" w:rsid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Vero:1,4.</w:t>
      </w:r>
    </w:p>
    <w:p w14:paraId="0D25B39F" w14:textId="77777777" w:rsid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Falso: 2,3,5.</w:t>
      </w:r>
    </w:p>
    <w:p w14:paraId="7A688F22" w14:textId="77777777" w:rsid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Zadanie 8</w:t>
      </w:r>
    </w:p>
    <w:p w14:paraId="18480A48" w14:textId="77777777" w:rsid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>dare / consegnare il suo compito alla professoressa; 2.si è laureato in informatica; 3.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è nato nel dicembre del 1990; 4.</w:t>
      </w:r>
      <w:r>
        <w:rPr>
          <w:rFonts w:ascii="Times New Roman" w:eastAsia="Times New Roman" w:hAnsi="Times New Roman" w:cs="Times New Roman"/>
          <w:sz w:val="24"/>
          <w:szCs w:val="24"/>
        </w:rPr>
        <w:t>manda le email, paga le sue bollette, fa la spesa, fa shopping, parla con gli amici.</w:t>
      </w:r>
    </w:p>
    <w:p w14:paraId="1EBF3A9C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  <w:t>Zadanie 9</w:t>
      </w:r>
    </w:p>
    <w:p w14:paraId="29382CF8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</w:pPr>
      <w:r w:rsidRPr="008C77DC">
        <w:rPr>
          <w:rFonts w:ascii="Times New Roman" w:eastAsia="Times New Roman" w:hAnsi="Times New Roman" w:cs="Times New Roman"/>
          <w:sz w:val="24"/>
          <w:szCs w:val="24"/>
          <w:lang w:val="pl-PL"/>
        </w:rPr>
        <w:t>1.C; 2.A; 3.E; 4.F; 5.D.</w:t>
      </w:r>
    </w:p>
    <w:p w14:paraId="6B21E5B5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</w:pPr>
    </w:p>
    <w:p w14:paraId="0E7632C3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  <w:t>ROZUMIENIE TEKSTÓW PISANYCH</w:t>
      </w:r>
    </w:p>
    <w:p w14:paraId="67862CCB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  <w:t>Zadanie 10</w:t>
      </w:r>
    </w:p>
    <w:p w14:paraId="21714C4D" w14:textId="77777777" w:rsidR="008C77DC" w:rsidRP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1.F; 2.B; 3.G; 4.A; 5.C.         </w:t>
      </w:r>
    </w:p>
    <w:p w14:paraId="1288F6AC" w14:textId="77777777" w:rsidR="008C77DC" w:rsidRP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B6BF004" w14:textId="77777777" w:rsidR="008C77DC" w:rsidRP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6E38086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11</w:t>
      </w:r>
    </w:p>
    <w:p w14:paraId="40C681ED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1A73347F" w14:textId="77777777" w:rsidR="008C77DC" w:rsidRPr="008C77DC" w:rsidRDefault="008C77DC" w:rsidP="008C77DC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sz w:val="24"/>
          <w:szCs w:val="24"/>
          <w:lang w:val="pl-PL"/>
        </w:rPr>
        <w:t>1.D; 2,C; 3.A; 4.B.</w:t>
      </w:r>
    </w:p>
    <w:p w14:paraId="50B1A5FB" w14:textId="77777777" w:rsidR="008C77DC" w:rsidRP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A3970B7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12</w:t>
      </w:r>
    </w:p>
    <w:p w14:paraId="18A5F0DA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3115A2E7" w14:textId="77777777" w:rsidR="008C77DC" w:rsidRP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sz w:val="24"/>
          <w:szCs w:val="24"/>
          <w:lang w:val="pl-PL"/>
        </w:rPr>
        <w:lastRenderedPageBreak/>
        <w:t>1.F; 2.D; 3.E; 4.C; 5.B.</w:t>
      </w:r>
    </w:p>
    <w:p w14:paraId="26174B3D" w14:textId="77777777" w:rsidR="008C77DC" w:rsidRP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6AE3C66" w14:textId="77777777" w:rsidR="008C77DC" w:rsidRP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54FFBB5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ZNAJOMOŚĆ ŚRODKÓW JĘZYKOWYCH</w:t>
      </w:r>
    </w:p>
    <w:p w14:paraId="287822C0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23D9EAFB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13</w:t>
      </w:r>
    </w:p>
    <w:p w14:paraId="7A1860BE" w14:textId="77777777" w:rsidR="008C77DC" w:rsidRP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sz w:val="24"/>
          <w:szCs w:val="24"/>
          <w:lang w:val="pl-PL"/>
        </w:rPr>
        <w:t>1.brevetto; 2.cellulare.</w:t>
      </w:r>
    </w:p>
    <w:p w14:paraId="144456C2" w14:textId="77777777" w:rsidR="008C77DC" w:rsidRP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CC0FC2A" w14:textId="77777777" w:rsid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14</w:t>
      </w:r>
    </w:p>
    <w:p w14:paraId="329686C3" w14:textId="0BE8D306" w:rsid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1.l’intelligenza artificiale; 2.mandiate/inviate questi allegati; 3.navighi in </w:t>
      </w:r>
      <w:r w:rsidR="00056758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nternet. </w:t>
      </w:r>
    </w:p>
    <w:p w14:paraId="53BCC6D2" w14:textId="77777777" w:rsid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245A48" w14:textId="77777777" w:rsid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15</w:t>
      </w:r>
    </w:p>
    <w:p w14:paraId="69A83686" w14:textId="77777777" w:rsid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1.ai mezzi di comunicazione; 2.installa il programma; 3. una/ la copia di sicurezza;</w:t>
      </w:r>
    </w:p>
    <w:p w14:paraId="75409F9F" w14:textId="77777777" w:rsid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chiamo sul cellulare; 5. erano stati copiati da; 6. l’attrezzo più/ molto utile.</w:t>
      </w:r>
    </w:p>
    <w:p w14:paraId="4B389B03" w14:textId="77777777" w:rsid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59F8C7E" w14:textId="77777777" w:rsid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4DDA5C6" w14:textId="77777777" w:rsid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62D7B44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POZIOM ROZSZERZONY</w:t>
      </w:r>
    </w:p>
    <w:p w14:paraId="39DEAD7B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2EB20FFE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  <w:t>ROZUMIENIE TEKSTÓW PISANYCH</w:t>
      </w:r>
    </w:p>
    <w:p w14:paraId="001C419E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</w:t>
      </w:r>
    </w:p>
    <w:p w14:paraId="570E02AB" w14:textId="77777777" w:rsidR="008C77DC" w:rsidRPr="008C77DC" w:rsidRDefault="008C77DC" w:rsidP="008C77DC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sz w:val="24"/>
          <w:szCs w:val="24"/>
          <w:lang w:val="pl-PL"/>
        </w:rPr>
        <w:t>1.D; 2.C; 3.A; 4.A; 5.B.</w:t>
      </w:r>
    </w:p>
    <w:p w14:paraId="4F8943C5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5FF9C923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II</w:t>
      </w:r>
    </w:p>
    <w:p w14:paraId="0CA62520" w14:textId="77777777" w:rsidR="008C77DC" w:rsidRP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1.B; 2.C; 3.A; 4.F; 5.D.         </w:t>
      </w:r>
    </w:p>
    <w:p w14:paraId="5CEAF532" w14:textId="77777777" w:rsidR="008C77DC" w:rsidRP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CCD5E53" w14:textId="77777777" w:rsidR="008C77DC" w:rsidRP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DA863DB" w14:textId="77777777" w:rsidR="008C77DC" w:rsidRP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III</w:t>
      </w:r>
    </w:p>
    <w:p w14:paraId="300B89E6" w14:textId="77777777" w:rsid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1.A; 2.C; 3.D; 4.A; </w:t>
      </w:r>
    </w:p>
    <w:p w14:paraId="45B5FF04" w14:textId="3F497A92" w:rsid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le nuove tecnologie ; 6. dolore che sta provocando; 7. non è visto dalla vittima/ non vede  la vittima/ ha una connessione internet/è anonimo/ è in anonimato ; 8. </w:t>
      </w:r>
      <w:r w:rsidR="00056758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connessione </w:t>
      </w:r>
      <w:r w:rsidR="0009544A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nternet; 9. sempre e ovunque; 10. diventa virale. </w:t>
      </w:r>
    </w:p>
    <w:p w14:paraId="72051AB6" w14:textId="77777777" w:rsid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8DEA54A" w14:textId="77777777" w:rsid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77D463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  <w:t>ROZUMIENIE TEKSTÓW SŁUCHANYCH</w:t>
      </w:r>
    </w:p>
    <w:p w14:paraId="301B9EE6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pl-PL"/>
        </w:rPr>
        <w:t>Zadanie IV</w:t>
      </w:r>
    </w:p>
    <w:p w14:paraId="2EABBB97" w14:textId="77777777" w:rsidR="008C77DC" w:rsidRP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sz w:val="24"/>
          <w:szCs w:val="24"/>
          <w:highlight w:val="white"/>
          <w:lang w:val="pl-PL"/>
        </w:rPr>
      </w:pPr>
      <w:r w:rsidRPr="008C77DC">
        <w:rPr>
          <w:rFonts w:ascii="Times New Roman" w:eastAsia="Times New Roman" w:hAnsi="Times New Roman" w:cs="Times New Roman"/>
          <w:sz w:val="24"/>
          <w:szCs w:val="24"/>
          <w:highlight w:val="white"/>
          <w:lang w:val="pl-PL"/>
        </w:rPr>
        <w:t>1.D; 2.E; 3.F; 4.A; 5.B.</w:t>
      </w:r>
    </w:p>
    <w:p w14:paraId="0D486820" w14:textId="77777777" w:rsidR="008C77DC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lastRenderedPageBreak/>
        <w:t>Zadanie V</w:t>
      </w:r>
    </w:p>
    <w:p w14:paraId="2DCF460E" w14:textId="77777777" w:rsidR="008C77DC" w:rsidRDefault="008C77DC" w:rsidP="008C77DC">
      <w:pPr>
        <w:shd w:val="clear" w:color="auto" w:fill="FFFFFF"/>
        <w:spacing w:before="200" w:line="327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1.leggere in autonomia articoli di giornale, libri, menù e molto altro.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; 2.</w:t>
      </w:r>
      <w:r>
        <w:rPr>
          <w:rFonts w:ascii="Times New Roman" w:eastAsia="Times New Roman" w:hAnsi="Times New Roman" w:cs="Times New Roman"/>
          <w:sz w:val="24"/>
          <w:szCs w:val="24"/>
        </w:rPr>
        <w:t>12 ore di autonomia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; 3.</w:t>
      </w:r>
      <w:r>
        <w:rPr>
          <w:rFonts w:ascii="Times New Roman" w:eastAsia="Times New Roman" w:hAnsi="Times New Roman" w:cs="Times New Roman"/>
          <w:sz w:val="24"/>
          <w:szCs w:val="24"/>
        </w:rPr>
        <w:t>radio e orologio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; 4.</w:t>
      </w:r>
      <w:r>
        <w:rPr>
          <w:rFonts w:ascii="Times New Roman" w:eastAsia="Times New Roman" w:hAnsi="Times New Roman" w:cs="Times New Roman"/>
          <w:sz w:val="24"/>
          <w:szCs w:val="24"/>
        </w:rPr>
        <w:t>670 €.</w:t>
      </w:r>
    </w:p>
    <w:p w14:paraId="03BF43EF" w14:textId="77777777" w:rsidR="008C77DC" w:rsidRPr="0009544A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09544A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Zadanie VI</w:t>
      </w:r>
    </w:p>
    <w:p w14:paraId="5B9DC7D1" w14:textId="77777777" w:rsidR="008C77DC" w:rsidRPr="0009544A" w:rsidRDefault="008C77DC" w:rsidP="008C77DC">
      <w:pPr>
        <w:shd w:val="clear" w:color="auto" w:fill="FFFFFF"/>
        <w:spacing w:before="340" w:after="360"/>
        <w:rPr>
          <w:rFonts w:ascii="Times New Roman" w:eastAsia="Times New Roman" w:hAnsi="Times New Roman" w:cs="Times New Roman"/>
          <w:sz w:val="24"/>
          <w:szCs w:val="24"/>
        </w:rPr>
      </w:pPr>
      <w:r w:rsidRPr="0009544A">
        <w:rPr>
          <w:rFonts w:ascii="Times New Roman" w:eastAsia="Times New Roman" w:hAnsi="Times New Roman" w:cs="Times New Roman"/>
          <w:sz w:val="24"/>
          <w:szCs w:val="24"/>
        </w:rPr>
        <w:t xml:space="preserve">1.C; 2.C; 3.A; 4.C; 5.A.    </w:t>
      </w:r>
    </w:p>
    <w:p w14:paraId="4F078C45" w14:textId="77777777" w:rsidR="008C77DC" w:rsidRPr="0009544A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9D09C2" w14:textId="77777777" w:rsidR="008C77DC" w:rsidRPr="0009544A" w:rsidRDefault="008C77DC" w:rsidP="008C77D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68C3762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8C77D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ZNAJOMOŚĆ ŚRODKÓW JĘZYKOWYCH</w:t>
      </w:r>
    </w:p>
    <w:p w14:paraId="7C35979E" w14:textId="77777777" w:rsidR="008C77DC" w:rsidRP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2F0693B1" w14:textId="77777777" w:rsid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VII</w:t>
      </w:r>
    </w:p>
    <w:p w14:paraId="2A5CBA8E" w14:textId="77777777" w:rsid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giovani; 2.emergenza; 3.manca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4. regalare / dare / comprare; 5. prezzo</w:t>
      </w:r>
    </w:p>
    <w:p w14:paraId="426D977A" w14:textId="77777777" w:rsid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158FE83" w14:textId="77777777" w:rsid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289D3D" w14:textId="77777777" w:rsid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VIII</w:t>
      </w:r>
    </w:p>
    <w:p w14:paraId="0725091A" w14:textId="77777777" w:rsid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1.è squillato/ è suonato; 2.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la copia/ una copia di sicurezza; 3.si riavvia da solo</w:t>
      </w:r>
      <w:r>
        <w:rPr>
          <w:rFonts w:ascii="Times New Roman" w:eastAsia="Times New Roman" w:hAnsi="Times New Roman" w:cs="Times New Roman"/>
          <w:sz w:val="24"/>
          <w:szCs w:val="24"/>
        </w:rPr>
        <w:t>; 4. seguito da me.</w:t>
      </w:r>
    </w:p>
    <w:p w14:paraId="32DAE484" w14:textId="77777777" w:rsid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27D6D07" w14:textId="77777777" w:rsid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CC6D8C" w14:textId="77777777" w:rsid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Zadanie IX</w:t>
      </w:r>
    </w:p>
    <w:p w14:paraId="6D93830D" w14:textId="77777777" w:rsid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1.sicurezza; 2.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informati; 3.proteggiamo; 4.particolare; </w:t>
      </w:r>
      <w:r>
        <w:rPr>
          <w:rFonts w:ascii="Times New Roman" w:eastAsia="Times New Roman" w:hAnsi="Times New Roman" w:cs="Times New Roman"/>
          <w:sz w:val="24"/>
          <w:szCs w:val="24"/>
        </w:rPr>
        <w:t>5. legati; 6. educativi; 7. attività.</w:t>
      </w:r>
    </w:p>
    <w:p w14:paraId="4F1778D7" w14:textId="77777777" w:rsid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5283B854" w14:textId="77777777" w:rsidR="008C77DC" w:rsidRDefault="008C77DC" w:rsidP="008C77DC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224361C2" w14:textId="77777777" w:rsid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0A10E4" w14:textId="77777777" w:rsidR="008C77DC" w:rsidRDefault="008C77DC" w:rsidP="008C77D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CD89E7" w14:textId="77777777" w:rsidR="000B5DCE" w:rsidRDefault="000B5DCE"/>
    <w:sectPr w:rsidR="000B5DCE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7DC"/>
    <w:rsid w:val="00056758"/>
    <w:rsid w:val="0009544A"/>
    <w:rsid w:val="000B5DCE"/>
    <w:rsid w:val="00135D4F"/>
    <w:rsid w:val="004A553C"/>
    <w:rsid w:val="0083249E"/>
    <w:rsid w:val="008C77DC"/>
    <w:rsid w:val="00E84498"/>
    <w:rsid w:val="00EF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6F18D"/>
  <w15:docId w15:val="{042FFFA7-BDC3-424D-B904-09108D3D2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7DC"/>
    <w:pPr>
      <w:spacing w:after="0"/>
    </w:pPr>
    <w:rPr>
      <w:rFonts w:ascii="Arial" w:eastAsia="Arial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after="20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olor w:val="4F81BD" w:themeColor="accent1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after="200"/>
    </w:pPr>
    <w:rPr>
      <w:rFonts w:asciiTheme="minorHAnsi" w:eastAsiaTheme="minorHAnsi" w:hAnsiTheme="minorHAnsi" w:cstheme="minorBidi"/>
      <w:i/>
      <w:iCs/>
      <w:color w:val="000000" w:themeColor="text1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Pr>
      <w:b/>
      <w:bCs/>
      <w:smallCaps/>
      <w:spacing w:val="5"/>
    </w:rPr>
  </w:style>
  <w:style w:type="paragraph" w:styleId="Akapitzlist">
    <w:name w:val="List Paragraph"/>
    <w:basedOn w:val="Normalny"/>
    <w:uiPriority w:val="34"/>
    <w:qFormat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unhideWhenUsed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13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13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130B"/>
    <w:rPr>
      <w:rFonts w:ascii="Arial" w:eastAsia="Arial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13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130B"/>
    <w:rPr>
      <w:rFonts w:ascii="Arial" w:eastAsia="Arial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0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C:\Program Files\Microsoft Office\Root\Templates\1040\Word 2010 look.dotx</Template>
  <TotalTime>2</TotalTime>
  <Pages>4</Pages>
  <Words>369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Desy</dc:creator>
  <cp:keywords/>
  <dc:description/>
  <cp:lastModifiedBy>Wydawnictwo DRACO</cp:lastModifiedBy>
  <cp:revision>4</cp:revision>
  <dcterms:created xsi:type="dcterms:W3CDTF">2023-10-01T18:47:00Z</dcterms:created>
  <dcterms:modified xsi:type="dcterms:W3CDTF">2023-10-13T12:44:00Z</dcterms:modified>
</cp:coreProperties>
</file>